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6" w:type="dxa"/>
        <w:tblInd w:w="93" w:type="dxa"/>
        <w:tblLook w:val="04A0" w:firstRow="1" w:lastRow="0" w:firstColumn="1" w:lastColumn="0" w:noHBand="0" w:noVBand="1"/>
      </w:tblPr>
      <w:tblGrid>
        <w:gridCol w:w="7245"/>
        <w:gridCol w:w="2221"/>
        <w:gridCol w:w="1660"/>
      </w:tblGrid>
      <w:tr w:rsidR="00B44B4C" w:rsidRPr="00B44B4C" w:rsidTr="00B44B4C">
        <w:trPr>
          <w:trHeight w:val="2910"/>
        </w:trPr>
        <w:tc>
          <w:tcPr>
            <w:tcW w:w="1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Отчет                                                                                                                                                                                                                                        о расходовании средств дотации на поддержку мер по обеспечению сбалансирова</w:t>
            </w:r>
            <w:r w:rsidRPr="00B44B4C">
              <w:rPr>
                <w:b/>
                <w:bCs/>
                <w:sz w:val="28"/>
                <w:szCs w:val="28"/>
              </w:rPr>
              <w:t>н</w:t>
            </w:r>
            <w:r w:rsidRPr="00B44B4C">
              <w:rPr>
                <w:b/>
                <w:bCs/>
                <w:sz w:val="28"/>
                <w:szCs w:val="28"/>
              </w:rPr>
              <w:t xml:space="preserve">ности местных </w:t>
            </w:r>
            <w:proofErr w:type="spellStart"/>
            <w:r w:rsidRPr="00B44B4C">
              <w:rPr>
                <w:b/>
                <w:bCs/>
                <w:sz w:val="28"/>
                <w:szCs w:val="28"/>
              </w:rPr>
              <w:t>бюдежтов</w:t>
            </w:r>
            <w:proofErr w:type="spellEnd"/>
            <w:r w:rsidRPr="00B44B4C">
              <w:rPr>
                <w:b/>
                <w:bCs/>
                <w:sz w:val="28"/>
                <w:szCs w:val="28"/>
              </w:rPr>
              <w:t xml:space="preserve"> бюджетам муниципальных образований в целях стимул</w:t>
            </w:r>
            <w:r w:rsidRPr="00B44B4C">
              <w:rPr>
                <w:b/>
                <w:bCs/>
                <w:sz w:val="28"/>
                <w:szCs w:val="28"/>
              </w:rPr>
              <w:t>и</w:t>
            </w:r>
            <w:r w:rsidRPr="00B44B4C">
              <w:rPr>
                <w:b/>
                <w:bCs/>
                <w:sz w:val="28"/>
                <w:szCs w:val="28"/>
              </w:rPr>
              <w:t>рования органов местного самоуправления, способствующих развитию гражданского общества путем введения самообложения граждан и через добровол</w:t>
            </w:r>
            <w:r w:rsidRPr="00B44B4C">
              <w:rPr>
                <w:b/>
                <w:bCs/>
                <w:sz w:val="28"/>
                <w:szCs w:val="28"/>
              </w:rPr>
              <w:t>ь</w:t>
            </w:r>
            <w:r w:rsidRPr="00B44B4C">
              <w:rPr>
                <w:b/>
                <w:bCs/>
                <w:sz w:val="28"/>
                <w:szCs w:val="28"/>
              </w:rPr>
              <w:t xml:space="preserve">ные пожертвования                                                                                                                           МО </w:t>
            </w:r>
            <w:proofErr w:type="spellStart"/>
            <w:r w:rsidRPr="00B44B4C">
              <w:rPr>
                <w:b/>
                <w:bCs/>
                <w:sz w:val="28"/>
                <w:szCs w:val="28"/>
              </w:rPr>
              <w:t>Бутылицкое</w:t>
            </w:r>
            <w:proofErr w:type="spellEnd"/>
            <w:r w:rsidRPr="00B44B4C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B44B4C">
              <w:rPr>
                <w:b/>
                <w:bCs/>
                <w:sz w:val="28"/>
                <w:szCs w:val="28"/>
              </w:rPr>
              <w:t>Меленковского</w:t>
            </w:r>
            <w:proofErr w:type="spellEnd"/>
            <w:r w:rsidRPr="00B44B4C">
              <w:rPr>
                <w:b/>
                <w:bCs/>
                <w:sz w:val="28"/>
                <w:szCs w:val="28"/>
              </w:rPr>
              <w:t xml:space="preserve"> района                                                                                                                     на    01  </w:t>
            </w:r>
            <w:r w:rsidR="002249FF">
              <w:rPr>
                <w:b/>
                <w:bCs/>
                <w:sz w:val="28"/>
                <w:szCs w:val="28"/>
                <w:u w:val="single"/>
              </w:rPr>
              <w:t xml:space="preserve">    января </w:t>
            </w:r>
            <w:r w:rsidRPr="00B44B4C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="002249FF">
              <w:rPr>
                <w:b/>
                <w:bCs/>
                <w:sz w:val="28"/>
                <w:szCs w:val="28"/>
              </w:rPr>
              <w:t>2025</w:t>
            </w:r>
            <w:r w:rsidRPr="00B44B4C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44B4C" w:rsidRPr="00B44B4C" w:rsidTr="00B44B4C">
        <w:trPr>
          <w:trHeight w:val="750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Код строки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Сумма, тыс</w:t>
            </w:r>
            <w:proofErr w:type="gramStart"/>
            <w:r w:rsidRPr="00B44B4C">
              <w:rPr>
                <w:b/>
                <w:bCs/>
                <w:sz w:val="28"/>
                <w:szCs w:val="28"/>
              </w:rPr>
              <w:t>.р</w:t>
            </w:r>
            <w:proofErr w:type="gramEnd"/>
            <w:r w:rsidRPr="00B44B4C">
              <w:rPr>
                <w:b/>
                <w:bCs/>
                <w:sz w:val="28"/>
                <w:szCs w:val="28"/>
              </w:rPr>
              <w:t>ублей</w:t>
            </w:r>
          </w:p>
        </w:tc>
      </w:tr>
      <w:tr w:rsidR="00B44B4C" w:rsidRPr="00B44B4C" w:rsidTr="00B44B4C">
        <w:trPr>
          <w:trHeight w:val="7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874494" w:rsidP="00B44B4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Остаток на 01.01.2025</w:t>
            </w:r>
            <w:r w:rsidR="00B44B4C" w:rsidRPr="00B44B4C">
              <w:rPr>
                <w:b/>
                <w:bCs/>
                <w:sz w:val="28"/>
                <w:szCs w:val="28"/>
              </w:rPr>
              <w:t xml:space="preserve"> года - всего, в том числе: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010=011+012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2,00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добровольных пожертвований 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1,00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дотации на сбалансированность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1,00</w:t>
            </w:r>
          </w:p>
        </w:tc>
      </w:tr>
      <w:tr w:rsidR="00B44B4C" w:rsidRPr="00B44B4C" w:rsidTr="00B44B4C">
        <w:trPr>
          <w:trHeight w:val="88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Поступило средств добровольных пожертвований в целях </w:t>
            </w:r>
            <w:proofErr w:type="spellStart"/>
            <w:r w:rsidRPr="00B44B4C">
              <w:rPr>
                <w:b/>
                <w:bCs/>
                <w:sz w:val="28"/>
                <w:szCs w:val="28"/>
              </w:rPr>
              <w:t>софинансирования</w:t>
            </w:r>
            <w:proofErr w:type="spellEnd"/>
            <w:r w:rsidRPr="00B44B4C">
              <w:rPr>
                <w:b/>
                <w:bCs/>
                <w:sz w:val="28"/>
                <w:szCs w:val="28"/>
              </w:rPr>
              <w:t xml:space="preserve"> инициативных проектов всего, в том числе: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020=021+022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263,60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юридических лиц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физических лиц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263,60</w:t>
            </w:r>
          </w:p>
        </w:tc>
      </w:tr>
      <w:tr w:rsidR="00B44B4C" w:rsidRPr="00B44B4C" w:rsidTr="00B44B4C">
        <w:trPr>
          <w:trHeight w:val="91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Объем средств добровольных пожертвований, зая</w:t>
            </w:r>
            <w:r w:rsidRPr="00B44B4C">
              <w:rPr>
                <w:b/>
                <w:bCs/>
                <w:sz w:val="28"/>
                <w:szCs w:val="28"/>
              </w:rPr>
              <w:t>в</w:t>
            </w:r>
            <w:r w:rsidRPr="00B44B4C">
              <w:rPr>
                <w:b/>
                <w:bCs/>
                <w:sz w:val="28"/>
                <w:szCs w:val="28"/>
              </w:rPr>
              <w:t xml:space="preserve">ленных для </w:t>
            </w:r>
            <w:proofErr w:type="spellStart"/>
            <w:r w:rsidRPr="00B44B4C">
              <w:rPr>
                <w:b/>
                <w:bCs/>
                <w:sz w:val="28"/>
                <w:szCs w:val="28"/>
              </w:rPr>
              <w:t>софинансирования</w:t>
            </w:r>
            <w:proofErr w:type="spellEnd"/>
            <w:r w:rsidRPr="00B44B4C">
              <w:rPr>
                <w:b/>
                <w:bCs/>
                <w:sz w:val="28"/>
                <w:szCs w:val="28"/>
              </w:rPr>
              <w:t xml:space="preserve"> из областного бюджета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263,60</w:t>
            </w:r>
          </w:p>
        </w:tc>
      </w:tr>
      <w:tr w:rsidR="00B44B4C" w:rsidRPr="00B44B4C" w:rsidTr="00B44B4C">
        <w:trPr>
          <w:trHeight w:val="7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Объем дотации,  предусмотренный из областного бюджета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614,20</w:t>
            </w:r>
          </w:p>
        </w:tc>
        <w:bookmarkStart w:id="0" w:name="_GoBack"/>
        <w:bookmarkEnd w:id="0"/>
      </w:tr>
      <w:tr w:rsidR="00B44B4C" w:rsidRPr="00B44B4C" w:rsidTr="00B44B4C">
        <w:trPr>
          <w:trHeight w:val="75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Кассовый расход всего, в том числе за счет: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050=051+052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879,80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добровольных пожертвований 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264,60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дотации на сбалансированность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44B4C">
              <w:rPr>
                <w:b/>
                <w:bCs/>
                <w:color w:val="000000"/>
                <w:sz w:val="28"/>
                <w:szCs w:val="28"/>
              </w:rPr>
              <w:t>615,20</w:t>
            </w:r>
          </w:p>
        </w:tc>
      </w:tr>
      <w:tr w:rsidR="00B44B4C" w:rsidRPr="00B44B4C" w:rsidTr="00B44B4C">
        <w:trPr>
          <w:trHeight w:val="34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Остаток средств* на отчетную дату всего, в том числе: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060=061+062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874494" w:rsidP="008744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добровольных пожертвований 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874494" w:rsidP="008744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44B4C" w:rsidRPr="00B44B4C" w:rsidTr="00B44B4C">
        <w:trPr>
          <w:trHeight w:val="375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4B4C" w:rsidRPr="00B44B4C" w:rsidRDefault="00B44B4C" w:rsidP="00B44B4C">
            <w:pPr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 xml:space="preserve">  - средств дотации на сбалансированность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4C" w:rsidRPr="00B44B4C" w:rsidRDefault="00B44B4C" w:rsidP="00B44B4C">
            <w:pPr>
              <w:jc w:val="center"/>
              <w:rPr>
                <w:b/>
                <w:bCs/>
                <w:sz w:val="28"/>
                <w:szCs w:val="28"/>
              </w:rPr>
            </w:pPr>
            <w:r w:rsidRPr="00B44B4C">
              <w:rPr>
                <w:b/>
                <w:bCs/>
                <w:sz w:val="28"/>
                <w:szCs w:val="28"/>
              </w:rPr>
              <w:t>062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4C" w:rsidRPr="00B44B4C" w:rsidRDefault="00874494" w:rsidP="0087449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44B4C" w:rsidRPr="00B44B4C" w:rsidTr="00B44B4C">
        <w:trPr>
          <w:trHeight w:val="28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  <w:p w:rsid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  <w:p w:rsid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  <w:p w:rsidR="00874494" w:rsidRDefault="00874494" w:rsidP="00B44B4C">
            <w:pPr>
              <w:ind w:right="-1809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Бутылицкого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</w:p>
          <w:p w:rsidR="00B44B4C" w:rsidRDefault="00874494" w:rsidP="00B44B4C">
            <w:pPr>
              <w:ind w:right="-1809"/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>Территориального  управления</w:t>
            </w:r>
            <w:r w:rsidR="005E3696">
              <w:rPr>
                <w:rFonts w:ascii="Calibri" w:hAnsi="Calibri"/>
                <w:b/>
                <w:bCs/>
                <w:sz w:val="28"/>
                <w:szCs w:val="28"/>
              </w:rPr>
              <w:t xml:space="preserve">                      </w:t>
            </w:r>
            <w:r w:rsidR="00B44B4C">
              <w:rPr>
                <w:rFonts w:ascii="Calibri" w:hAnsi="Calibri"/>
                <w:b/>
                <w:bCs/>
                <w:sz w:val="28"/>
                <w:szCs w:val="28"/>
              </w:rPr>
              <w:t xml:space="preserve"> Р.Н.Панкратов</w:t>
            </w:r>
          </w:p>
          <w:p w:rsidR="00B44B4C" w:rsidRP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4C" w:rsidRPr="00B44B4C" w:rsidRDefault="00B44B4C" w:rsidP="00B44B4C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</w:tbl>
    <w:p w:rsidR="009868B5" w:rsidRDefault="009868B5" w:rsidP="0025074E">
      <w:pPr>
        <w:pStyle w:val="ab"/>
        <w:rPr>
          <w:rFonts w:ascii="Times New Roman" w:hAnsi="Times New Roman"/>
          <w:b/>
          <w:sz w:val="28"/>
          <w:szCs w:val="28"/>
          <w:u w:val="single"/>
        </w:rPr>
      </w:pPr>
    </w:p>
    <w:p w:rsidR="009868B5" w:rsidRDefault="009868B5" w:rsidP="0025074E">
      <w:pPr>
        <w:pStyle w:val="ab"/>
        <w:rPr>
          <w:rFonts w:ascii="Times New Roman" w:hAnsi="Times New Roman"/>
          <w:b/>
          <w:sz w:val="28"/>
          <w:szCs w:val="28"/>
          <w:u w:val="single"/>
        </w:rPr>
      </w:pPr>
    </w:p>
    <w:p w:rsidR="009868B5" w:rsidRDefault="009868B5" w:rsidP="0025074E">
      <w:pPr>
        <w:pStyle w:val="ab"/>
        <w:rPr>
          <w:rFonts w:ascii="Times New Roman" w:hAnsi="Times New Roman"/>
          <w:b/>
          <w:sz w:val="28"/>
          <w:szCs w:val="28"/>
          <w:u w:val="single"/>
        </w:rPr>
      </w:pPr>
    </w:p>
    <w:p w:rsidR="009868B5" w:rsidRDefault="009868B5" w:rsidP="009868B5">
      <w:pPr>
        <w:shd w:val="clear" w:color="auto" w:fill="FFFFFF"/>
        <w:rPr>
          <w:rFonts w:ascii="Open Sans" w:hAnsi="Open Sans" w:cs="Open Sans"/>
          <w:color w:val="000000"/>
          <w:sz w:val="17"/>
          <w:szCs w:val="17"/>
        </w:rPr>
      </w:pPr>
    </w:p>
    <w:p w:rsidR="009868B5" w:rsidRPr="009868B5" w:rsidRDefault="009868B5" w:rsidP="0025074E">
      <w:pPr>
        <w:pStyle w:val="ab"/>
        <w:rPr>
          <w:rFonts w:ascii="Times New Roman" w:hAnsi="Times New Roman"/>
          <w:b/>
          <w:sz w:val="32"/>
          <w:szCs w:val="32"/>
          <w:u w:val="single"/>
        </w:rPr>
      </w:pPr>
    </w:p>
    <w:sectPr w:rsidR="009868B5" w:rsidRPr="009868B5" w:rsidSect="00B6407D">
      <w:pgSz w:w="11907" w:h="16840"/>
      <w:pgMar w:top="851" w:right="708" w:bottom="709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DCF"/>
    <w:multiLevelType w:val="hybridMultilevel"/>
    <w:tmpl w:val="8D149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2676D4"/>
    <w:multiLevelType w:val="hybridMultilevel"/>
    <w:tmpl w:val="09C66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17382B"/>
    <w:multiLevelType w:val="hybridMultilevel"/>
    <w:tmpl w:val="B5A4D6A4"/>
    <w:lvl w:ilvl="0" w:tplc="D876B468">
      <w:start w:val="1"/>
      <w:numFmt w:val="decimal"/>
      <w:lvlText w:val="%1."/>
      <w:lvlJc w:val="left"/>
      <w:pPr>
        <w:tabs>
          <w:tab w:val="num" w:pos="2571"/>
        </w:tabs>
        <w:ind w:left="2571" w:hanging="870"/>
      </w:pPr>
      <w:rPr>
        <w:rFonts w:hint="default"/>
      </w:rPr>
    </w:lvl>
    <w:lvl w:ilvl="1" w:tplc="9CBC7408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DC506A66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54EC52CC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C532B8A8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A830C2AC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EF5648D0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A09AE41C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C9C8AEC8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">
    <w:nsid w:val="0E7A03E1"/>
    <w:multiLevelType w:val="hybridMultilevel"/>
    <w:tmpl w:val="38AA46E4"/>
    <w:lvl w:ilvl="0" w:tplc="1076F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FB6AD5"/>
    <w:multiLevelType w:val="hybridMultilevel"/>
    <w:tmpl w:val="5A362BE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1825938"/>
    <w:multiLevelType w:val="singleLevel"/>
    <w:tmpl w:val="026090DE"/>
    <w:lvl w:ilvl="0">
      <w:start w:val="2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6">
    <w:nsid w:val="137D51E3"/>
    <w:multiLevelType w:val="hybridMultilevel"/>
    <w:tmpl w:val="96081C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EF5DAD"/>
    <w:multiLevelType w:val="hybridMultilevel"/>
    <w:tmpl w:val="16868A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A31CB0"/>
    <w:multiLevelType w:val="hybridMultilevel"/>
    <w:tmpl w:val="6C5C8A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523992"/>
    <w:multiLevelType w:val="hybridMultilevel"/>
    <w:tmpl w:val="BF362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605DBA"/>
    <w:multiLevelType w:val="hybridMultilevel"/>
    <w:tmpl w:val="C56089D6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1">
    <w:nsid w:val="3554133E"/>
    <w:multiLevelType w:val="hybridMultilevel"/>
    <w:tmpl w:val="E0C0AC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7FA2BE6"/>
    <w:multiLevelType w:val="hybridMultilevel"/>
    <w:tmpl w:val="6C2066AA"/>
    <w:lvl w:ilvl="0" w:tplc="0419000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3">
    <w:nsid w:val="3BC70FCA"/>
    <w:multiLevelType w:val="hybridMultilevel"/>
    <w:tmpl w:val="73283D4A"/>
    <w:lvl w:ilvl="0" w:tplc="930EFBD2">
      <w:numFmt w:val="bullet"/>
      <w:lvlText w:val="-"/>
      <w:lvlJc w:val="left"/>
      <w:pPr>
        <w:tabs>
          <w:tab w:val="num" w:pos="2205"/>
        </w:tabs>
        <w:ind w:left="2205" w:hanging="645"/>
      </w:pPr>
      <w:rPr>
        <w:rFonts w:ascii="Times New Roman" w:eastAsia="Times New Roman" w:hAnsi="Times New Roman" w:cs="Times New Roman" w:hint="default"/>
      </w:rPr>
    </w:lvl>
    <w:lvl w:ilvl="1" w:tplc="52002BB4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158CE3F4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83387152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EEAA800C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C5C82FAA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B44754E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C68696B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46C693C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4">
    <w:nsid w:val="4F577E88"/>
    <w:multiLevelType w:val="hybridMultilevel"/>
    <w:tmpl w:val="DB54C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C16D26"/>
    <w:multiLevelType w:val="hybridMultilevel"/>
    <w:tmpl w:val="4E6CF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074707"/>
    <w:multiLevelType w:val="hybridMultilevel"/>
    <w:tmpl w:val="57F240FC"/>
    <w:lvl w:ilvl="0" w:tplc="7F487FDE">
      <w:start w:val="1"/>
      <w:numFmt w:val="bullet"/>
      <w:lvlText w:val=""/>
      <w:lvlJc w:val="left"/>
      <w:pPr>
        <w:tabs>
          <w:tab w:val="num" w:pos="1835"/>
        </w:tabs>
        <w:ind w:left="1835" w:hanging="360"/>
      </w:pPr>
      <w:rPr>
        <w:rFonts w:ascii="Symbol" w:hAnsi="Symbol" w:hint="default"/>
      </w:rPr>
    </w:lvl>
    <w:lvl w:ilvl="1" w:tplc="02CE001E" w:tentative="1">
      <w:start w:val="1"/>
      <w:numFmt w:val="bullet"/>
      <w:lvlText w:val="o"/>
      <w:lvlJc w:val="left"/>
      <w:pPr>
        <w:tabs>
          <w:tab w:val="num" w:pos="2555"/>
        </w:tabs>
        <w:ind w:left="2555" w:hanging="360"/>
      </w:pPr>
      <w:rPr>
        <w:rFonts w:ascii="Courier New" w:hAnsi="Courier New" w:hint="default"/>
      </w:rPr>
    </w:lvl>
    <w:lvl w:ilvl="2" w:tplc="E57C6622" w:tentative="1">
      <w:start w:val="1"/>
      <w:numFmt w:val="bullet"/>
      <w:lvlText w:val=""/>
      <w:lvlJc w:val="left"/>
      <w:pPr>
        <w:tabs>
          <w:tab w:val="num" w:pos="3275"/>
        </w:tabs>
        <w:ind w:left="3275" w:hanging="360"/>
      </w:pPr>
      <w:rPr>
        <w:rFonts w:ascii="Wingdings" w:hAnsi="Wingdings" w:hint="default"/>
      </w:rPr>
    </w:lvl>
    <w:lvl w:ilvl="3" w:tplc="C5ACF710" w:tentative="1">
      <w:start w:val="1"/>
      <w:numFmt w:val="bullet"/>
      <w:lvlText w:val=""/>
      <w:lvlJc w:val="left"/>
      <w:pPr>
        <w:tabs>
          <w:tab w:val="num" w:pos="3995"/>
        </w:tabs>
        <w:ind w:left="3995" w:hanging="360"/>
      </w:pPr>
      <w:rPr>
        <w:rFonts w:ascii="Symbol" w:hAnsi="Symbol" w:hint="default"/>
      </w:rPr>
    </w:lvl>
    <w:lvl w:ilvl="4" w:tplc="A65230C2" w:tentative="1">
      <w:start w:val="1"/>
      <w:numFmt w:val="bullet"/>
      <w:lvlText w:val="o"/>
      <w:lvlJc w:val="left"/>
      <w:pPr>
        <w:tabs>
          <w:tab w:val="num" w:pos="4715"/>
        </w:tabs>
        <w:ind w:left="4715" w:hanging="360"/>
      </w:pPr>
      <w:rPr>
        <w:rFonts w:ascii="Courier New" w:hAnsi="Courier New" w:hint="default"/>
      </w:rPr>
    </w:lvl>
    <w:lvl w:ilvl="5" w:tplc="E856ECC8" w:tentative="1">
      <w:start w:val="1"/>
      <w:numFmt w:val="bullet"/>
      <w:lvlText w:val=""/>
      <w:lvlJc w:val="left"/>
      <w:pPr>
        <w:tabs>
          <w:tab w:val="num" w:pos="5435"/>
        </w:tabs>
        <w:ind w:left="5435" w:hanging="360"/>
      </w:pPr>
      <w:rPr>
        <w:rFonts w:ascii="Wingdings" w:hAnsi="Wingdings" w:hint="default"/>
      </w:rPr>
    </w:lvl>
    <w:lvl w:ilvl="6" w:tplc="780AB6DE" w:tentative="1">
      <w:start w:val="1"/>
      <w:numFmt w:val="bullet"/>
      <w:lvlText w:val=""/>
      <w:lvlJc w:val="left"/>
      <w:pPr>
        <w:tabs>
          <w:tab w:val="num" w:pos="6155"/>
        </w:tabs>
        <w:ind w:left="6155" w:hanging="360"/>
      </w:pPr>
      <w:rPr>
        <w:rFonts w:ascii="Symbol" w:hAnsi="Symbol" w:hint="default"/>
      </w:rPr>
    </w:lvl>
    <w:lvl w:ilvl="7" w:tplc="003AEC3C" w:tentative="1">
      <w:start w:val="1"/>
      <w:numFmt w:val="bullet"/>
      <w:lvlText w:val="o"/>
      <w:lvlJc w:val="left"/>
      <w:pPr>
        <w:tabs>
          <w:tab w:val="num" w:pos="6875"/>
        </w:tabs>
        <w:ind w:left="6875" w:hanging="360"/>
      </w:pPr>
      <w:rPr>
        <w:rFonts w:ascii="Courier New" w:hAnsi="Courier New" w:hint="default"/>
      </w:rPr>
    </w:lvl>
    <w:lvl w:ilvl="8" w:tplc="7B341282" w:tentative="1">
      <w:start w:val="1"/>
      <w:numFmt w:val="bullet"/>
      <w:lvlText w:val=""/>
      <w:lvlJc w:val="left"/>
      <w:pPr>
        <w:tabs>
          <w:tab w:val="num" w:pos="7595"/>
        </w:tabs>
        <w:ind w:left="7595" w:hanging="360"/>
      </w:pPr>
      <w:rPr>
        <w:rFonts w:ascii="Wingdings" w:hAnsi="Wingdings" w:hint="default"/>
      </w:rPr>
    </w:lvl>
  </w:abstractNum>
  <w:abstractNum w:abstractNumId="17">
    <w:nsid w:val="56026366"/>
    <w:multiLevelType w:val="hybridMultilevel"/>
    <w:tmpl w:val="57F240FC"/>
    <w:lvl w:ilvl="0" w:tplc="297AB574">
      <w:start w:val="1"/>
      <w:numFmt w:val="bullet"/>
      <w:lvlText w:val=""/>
      <w:lvlJc w:val="left"/>
      <w:pPr>
        <w:tabs>
          <w:tab w:val="num" w:pos="1835"/>
        </w:tabs>
        <w:ind w:left="1835" w:hanging="360"/>
      </w:pPr>
      <w:rPr>
        <w:rFonts w:ascii="Symbol" w:hAnsi="Symbol" w:hint="default"/>
      </w:rPr>
    </w:lvl>
    <w:lvl w:ilvl="1" w:tplc="9AF886A0" w:tentative="1">
      <w:start w:val="1"/>
      <w:numFmt w:val="bullet"/>
      <w:lvlText w:val="o"/>
      <w:lvlJc w:val="left"/>
      <w:pPr>
        <w:tabs>
          <w:tab w:val="num" w:pos="2555"/>
        </w:tabs>
        <w:ind w:left="2555" w:hanging="360"/>
      </w:pPr>
      <w:rPr>
        <w:rFonts w:ascii="Courier New" w:hAnsi="Courier New" w:hint="default"/>
      </w:rPr>
    </w:lvl>
    <w:lvl w:ilvl="2" w:tplc="1884D482" w:tentative="1">
      <w:start w:val="1"/>
      <w:numFmt w:val="bullet"/>
      <w:lvlText w:val=""/>
      <w:lvlJc w:val="left"/>
      <w:pPr>
        <w:tabs>
          <w:tab w:val="num" w:pos="3275"/>
        </w:tabs>
        <w:ind w:left="3275" w:hanging="360"/>
      </w:pPr>
      <w:rPr>
        <w:rFonts w:ascii="Wingdings" w:hAnsi="Wingdings" w:hint="default"/>
      </w:rPr>
    </w:lvl>
    <w:lvl w:ilvl="3" w:tplc="0DAE37AC" w:tentative="1">
      <w:start w:val="1"/>
      <w:numFmt w:val="bullet"/>
      <w:lvlText w:val=""/>
      <w:lvlJc w:val="left"/>
      <w:pPr>
        <w:tabs>
          <w:tab w:val="num" w:pos="3995"/>
        </w:tabs>
        <w:ind w:left="3995" w:hanging="360"/>
      </w:pPr>
      <w:rPr>
        <w:rFonts w:ascii="Symbol" w:hAnsi="Symbol" w:hint="default"/>
      </w:rPr>
    </w:lvl>
    <w:lvl w:ilvl="4" w:tplc="319ED792" w:tentative="1">
      <w:start w:val="1"/>
      <w:numFmt w:val="bullet"/>
      <w:lvlText w:val="o"/>
      <w:lvlJc w:val="left"/>
      <w:pPr>
        <w:tabs>
          <w:tab w:val="num" w:pos="4715"/>
        </w:tabs>
        <w:ind w:left="4715" w:hanging="360"/>
      </w:pPr>
      <w:rPr>
        <w:rFonts w:ascii="Courier New" w:hAnsi="Courier New" w:hint="default"/>
      </w:rPr>
    </w:lvl>
    <w:lvl w:ilvl="5" w:tplc="9EBE5F52" w:tentative="1">
      <w:start w:val="1"/>
      <w:numFmt w:val="bullet"/>
      <w:lvlText w:val=""/>
      <w:lvlJc w:val="left"/>
      <w:pPr>
        <w:tabs>
          <w:tab w:val="num" w:pos="5435"/>
        </w:tabs>
        <w:ind w:left="5435" w:hanging="360"/>
      </w:pPr>
      <w:rPr>
        <w:rFonts w:ascii="Wingdings" w:hAnsi="Wingdings" w:hint="default"/>
      </w:rPr>
    </w:lvl>
    <w:lvl w:ilvl="6" w:tplc="5040315C" w:tentative="1">
      <w:start w:val="1"/>
      <w:numFmt w:val="bullet"/>
      <w:lvlText w:val=""/>
      <w:lvlJc w:val="left"/>
      <w:pPr>
        <w:tabs>
          <w:tab w:val="num" w:pos="6155"/>
        </w:tabs>
        <w:ind w:left="6155" w:hanging="360"/>
      </w:pPr>
      <w:rPr>
        <w:rFonts w:ascii="Symbol" w:hAnsi="Symbol" w:hint="default"/>
      </w:rPr>
    </w:lvl>
    <w:lvl w:ilvl="7" w:tplc="F620E9C2" w:tentative="1">
      <w:start w:val="1"/>
      <w:numFmt w:val="bullet"/>
      <w:lvlText w:val="o"/>
      <w:lvlJc w:val="left"/>
      <w:pPr>
        <w:tabs>
          <w:tab w:val="num" w:pos="6875"/>
        </w:tabs>
        <w:ind w:left="6875" w:hanging="360"/>
      </w:pPr>
      <w:rPr>
        <w:rFonts w:ascii="Courier New" w:hAnsi="Courier New" w:hint="default"/>
      </w:rPr>
    </w:lvl>
    <w:lvl w:ilvl="8" w:tplc="370C2996" w:tentative="1">
      <w:start w:val="1"/>
      <w:numFmt w:val="bullet"/>
      <w:lvlText w:val=""/>
      <w:lvlJc w:val="left"/>
      <w:pPr>
        <w:tabs>
          <w:tab w:val="num" w:pos="7595"/>
        </w:tabs>
        <w:ind w:left="7595" w:hanging="360"/>
      </w:pPr>
      <w:rPr>
        <w:rFonts w:ascii="Wingdings" w:hAnsi="Wingdings" w:hint="default"/>
      </w:rPr>
    </w:lvl>
  </w:abstractNum>
  <w:abstractNum w:abstractNumId="18">
    <w:nsid w:val="575A6E10"/>
    <w:multiLevelType w:val="hybridMultilevel"/>
    <w:tmpl w:val="D244329C"/>
    <w:lvl w:ilvl="0" w:tplc="CAF21E4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A6FA52B0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9F5E6428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E19A5354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1152D920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2DB0114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A9FE209C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72243E12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B15A45EE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nsid w:val="5DDC103D"/>
    <w:multiLevelType w:val="singleLevel"/>
    <w:tmpl w:val="4008025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20">
    <w:nsid w:val="6A0D5505"/>
    <w:multiLevelType w:val="hybridMultilevel"/>
    <w:tmpl w:val="DC0EB0F0"/>
    <w:lvl w:ilvl="0" w:tplc="65248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  <w:u w:val="none"/>
      </w:rPr>
    </w:lvl>
    <w:lvl w:ilvl="1" w:tplc="D2E66A7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5AA2727C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7A4049EA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D7484AC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1F14B8CA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97CCDE2E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11FEBE16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D9C6FB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ED36778"/>
    <w:multiLevelType w:val="singleLevel"/>
    <w:tmpl w:val="8BCCAF6C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2">
    <w:nsid w:val="7E5C552F"/>
    <w:multiLevelType w:val="hybridMultilevel"/>
    <w:tmpl w:val="54F839B6"/>
    <w:lvl w:ilvl="0" w:tplc="C9626E8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B9F6B5EA" w:tentative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</w:lvl>
    <w:lvl w:ilvl="2" w:tplc="43B6240C" w:tentative="1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</w:lvl>
    <w:lvl w:ilvl="3" w:tplc="671C0538" w:tentative="1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</w:lvl>
    <w:lvl w:ilvl="4" w:tplc="9E6E5F3E" w:tentative="1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</w:lvl>
    <w:lvl w:ilvl="5" w:tplc="2D242BD6" w:tentative="1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</w:lvl>
    <w:lvl w:ilvl="6" w:tplc="F402A952" w:tentative="1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</w:lvl>
    <w:lvl w:ilvl="7" w:tplc="28083838" w:tentative="1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</w:lvl>
    <w:lvl w:ilvl="8" w:tplc="305EDABE" w:tentative="1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18"/>
  </w:num>
  <w:num w:numId="5">
    <w:abstractNumId w:val="13"/>
  </w:num>
  <w:num w:numId="6">
    <w:abstractNumId w:val="5"/>
  </w:num>
  <w:num w:numId="7">
    <w:abstractNumId w:val="19"/>
  </w:num>
  <w:num w:numId="8">
    <w:abstractNumId w:val="21"/>
  </w:num>
  <w:num w:numId="9">
    <w:abstractNumId w:val="22"/>
  </w:num>
  <w:num w:numId="10">
    <w:abstractNumId w:val="20"/>
  </w:num>
  <w:num w:numId="11">
    <w:abstractNumId w:val="11"/>
  </w:num>
  <w:num w:numId="12">
    <w:abstractNumId w:val="14"/>
  </w:num>
  <w:num w:numId="13">
    <w:abstractNumId w:val="12"/>
  </w:num>
  <w:num w:numId="14">
    <w:abstractNumId w:val="10"/>
  </w:num>
  <w:num w:numId="15">
    <w:abstractNumId w:val="4"/>
  </w:num>
  <w:num w:numId="16">
    <w:abstractNumId w:val="8"/>
  </w:num>
  <w:num w:numId="17">
    <w:abstractNumId w:val="0"/>
  </w:num>
  <w:num w:numId="18">
    <w:abstractNumId w:val="6"/>
  </w:num>
  <w:num w:numId="19">
    <w:abstractNumId w:val="7"/>
  </w:num>
  <w:num w:numId="20">
    <w:abstractNumId w:val="1"/>
  </w:num>
  <w:num w:numId="21">
    <w:abstractNumId w:val="9"/>
  </w:num>
  <w:num w:numId="22">
    <w:abstractNumId w:val="15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BC"/>
    <w:rsid w:val="0000444E"/>
    <w:rsid w:val="00012EA4"/>
    <w:rsid w:val="00014431"/>
    <w:rsid w:val="00037803"/>
    <w:rsid w:val="000856FB"/>
    <w:rsid w:val="00085B20"/>
    <w:rsid w:val="00094C04"/>
    <w:rsid w:val="00095742"/>
    <w:rsid w:val="000B2E9F"/>
    <w:rsid w:val="000B2F4E"/>
    <w:rsid w:val="000C3374"/>
    <w:rsid w:val="000D2725"/>
    <w:rsid w:val="000D37EC"/>
    <w:rsid w:val="000F7231"/>
    <w:rsid w:val="001018A9"/>
    <w:rsid w:val="00110726"/>
    <w:rsid w:val="00127EFE"/>
    <w:rsid w:val="0014511A"/>
    <w:rsid w:val="00151625"/>
    <w:rsid w:val="00152413"/>
    <w:rsid w:val="00154846"/>
    <w:rsid w:val="00157D45"/>
    <w:rsid w:val="001612DB"/>
    <w:rsid w:val="00162BF9"/>
    <w:rsid w:val="00167ED0"/>
    <w:rsid w:val="0017068C"/>
    <w:rsid w:val="00174432"/>
    <w:rsid w:val="00183FF5"/>
    <w:rsid w:val="0018694B"/>
    <w:rsid w:val="00197F6C"/>
    <w:rsid w:val="001A21B0"/>
    <w:rsid w:val="001B199E"/>
    <w:rsid w:val="001D4D34"/>
    <w:rsid w:val="001F31B3"/>
    <w:rsid w:val="001F5152"/>
    <w:rsid w:val="00206B88"/>
    <w:rsid w:val="002178D3"/>
    <w:rsid w:val="002249FF"/>
    <w:rsid w:val="002308CF"/>
    <w:rsid w:val="002340FD"/>
    <w:rsid w:val="002477AB"/>
    <w:rsid w:val="0025074E"/>
    <w:rsid w:val="00253AE6"/>
    <w:rsid w:val="0025586A"/>
    <w:rsid w:val="00284171"/>
    <w:rsid w:val="00291933"/>
    <w:rsid w:val="002A1A7D"/>
    <w:rsid w:val="002B6F3E"/>
    <w:rsid w:val="002C7C10"/>
    <w:rsid w:val="002D3C4A"/>
    <w:rsid w:val="002D7F8E"/>
    <w:rsid w:val="002F5DC6"/>
    <w:rsid w:val="00315242"/>
    <w:rsid w:val="00336EC8"/>
    <w:rsid w:val="00344332"/>
    <w:rsid w:val="00346D53"/>
    <w:rsid w:val="003575C3"/>
    <w:rsid w:val="00364DB2"/>
    <w:rsid w:val="0038615F"/>
    <w:rsid w:val="003917F9"/>
    <w:rsid w:val="0039751E"/>
    <w:rsid w:val="003A2918"/>
    <w:rsid w:val="003A41E9"/>
    <w:rsid w:val="003B5B89"/>
    <w:rsid w:val="003B71D2"/>
    <w:rsid w:val="003C62B8"/>
    <w:rsid w:val="004070E9"/>
    <w:rsid w:val="004240C3"/>
    <w:rsid w:val="0043404B"/>
    <w:rsid w:val="004408F9"/>
    <w:rsid w:val="004431A6"/>
    <w:rsid w:val="00447DC0"/>
    <w:rsid w:val="004511F4"/>
    <w:rsid w:val="004519CA"/>
    <w:rsid w:val="00457E9E"/>
    <w:rsid w:val="00467713"/>
    <w:rsid w:val="00484CF4"/>
    <w:rsid w:val="00490592"/>
    <w:rsid w:val="00491D7C"/>
    <w:rsid w:val="00494EB3"/>
    <w:rsid w:val="004B27AB"/>
    <w:rsid w:val="004C7498"/>
    <w:rsid w:val="004F3FFE"/>
    <w:rsid w:val="004F5D50"/>
    <w:rsid w:val="00502D6C"/>
    <w:rsid w:val="00562B3D"/>
    <w:rsid w:val="005634E2"/>
    <w:rsid w:val="005648CF"/>
    <w:rsid w:val="005757D6"/>
    <w:rsid w:val="00582AB9"/>
    <w:rsid w:val="00586E49"/>
    <w:rsid w:val="00586FC0"/>
    <w:rsid w:val="0059322E"/>
    <w:rsid w:val="005A11BE"/>
    <w:rsid w:val="005A6488"/>
    <w:rsid w:val="005B52E6"/>
    <w:rsid w:val="005D2D64"/>
    <w:rsid w:val="005E3696"/>
    <w:rsid w:val="0062296F"/>
    <w:rsid w:val="006456E6"/>
    <w:rsid w:val="006678FB"/>
    <w:rsid w:val="00673843"/>
    <w:rsid w:val="0068558B"/>
    <w:rsid w:val="00693B62"/>
    <w:rsid w:val="006A28F5"/>
    <w:rsid w:val="006D2B1A"/>
    <w:rsid w:val="006D365E"/>
    <w:rsid w:val="006D7F30"/>
    <w:rsid w:val="006F07C6"/>
    <w:rsid w:val="006F0EF4"/>
    <w:rsid w:val="007441A1"/>
    <w:rsid w:val="007622D1"/>
    <w:rsid w:val="007742C7"/>
    <w:rsid w:val="007823CC"/>
    <w:rsid w:val="0078592A"/>
    <w:rsid w:val="007A04F0"/>
    <w:rsid w:val="007A0DB3"/>
    <w:rsid w:val="007D224D"/>
    <w:rsid w:val="007E4EB6"/>
    <w:rsid w:val="008042AE"/>
    <w:rsid w:val="00805F34"/>
    <w:rsid w:val="008320C8"/>
    <w:rsid w:val="00844B42"/>
    <w:rsid w:val="008514CD"/>
    <w:rsid w:val="00852D39"/>
    <w:rsid w:val="00862980"/>
    <w:rsid w:val="00874494"/>
    <w:rsid w:val="00875E2E"/>
    <w:rsid w:val="008904AC"/>
    <w:rsid w:val="00895FE1"/>
    <w:rsid w:val="00896219"/>
    <w:rsid w:val="008B5BB2"/>
    <w:rsid w:val="008C22BF"/>
    <w:rsid w:val="008D33DD"/>
    <w:rsid w:val="008D594F"/>
    <w:rsid w:val="008F77E4"/>
    <w:rsid w:val="009045B8"/>
    <w:rsid w:val="00915883"/>
    <w:rsid w:val="009205B9"/>
    <w:rsid w:val="00935EC9"/>
    <w:rsid w:val="009738EB"/>
    <w:rsid w:val="00985A72"/>
    <w:rsid w:val="009868B5"/>
    <w:rsid w:val="009914FA"/>
    <w:rsid w:val="009A3517"/>
    <w:rsid w:val="009A750B"/>
    <w:rsid w:val="009B4357"/>
    <w:rsid w:val="009D0503"/>
    <w:rsid w:val="009D3395"/>
    <w:rsid w:val="009E13E3"/>
    <w:rsid w:val="009F4842"/>
    <w:rsid w:val="00A0711D"/>
    <w:rsid w:val="00A12124"/>
    <w:rsid w:val="00A3491E"/>
    <w:rsid w:val="00A41C4F"/>
    <w:rsid w:val="00A42736"/>
    <w:rsid w:val="00A54DB3"/>
    <w:rsid w:val="00A82C60"/>
    <w:rsid w:val="00AA34A5"/>
    <w:rsid w:val="00AA4381"/>
    <w:rsid w:val="00AA5810"/>
    <w:rsid w:val="00AA7516"/>
    <w:rsid w:val="00AB7B31"/>
    <w:rsid w:val="00AC535D"/>
    <w:rsid w:val="00AE142C"/>
    <w:rsid w:val="00AE6825"/>
    <w:rsid w:val="00B0245E"/>
    <w:rsid w:val="00B025B7"/>
    <w:rsid w:val="00B13928"/>
    <w:rsid w:val="00B25277"/>
    <w:rsid w:val="00B33070"/>
    <w:rsid w:val="00B44B4C"/>
    <w:rsid w:val="00B46C42"/>
    <w:rsid w:val="00B532A7"/>
    <w:rsid w:val="00B537DF"/>
    <w:rsid w:val="00B6407D"/>
    <w:rsid w:val="00B676B6"/>
    <w:rsid w:val="00B80910"/>
    <w:rsid w:val="00B87D33"/>
    <w:rsid w:val="00B90E1F"/>
    <w:rsid w:val="00BA3FA3"/>
    <w:rsid w:val="00BB1143"/>
    <w:rsid w:val="00BE24B9"/>
    <w:rsid w:val="00BF13F1"/>
    <w:rsid w:val="00C00D8A"/>
    <w:rsid w:val="00C02B09"/>
    <w:rsid w:val="00C17602"/>
    <w:rsid w:val="00C35DAA"/>
    <w:rsid w:val="00C4090C"/>
    <w:rsid w:val="00C5137F"/>
    <w:rsid w:val="00C64EF4"/>
    <w:rsid w:val="00C81AF3"/>
    <w:rsid w:val="00C83170"/>
    <w:rsid w:val="00C92E8E"/>
    <w:rsid w:val="00CA60E4"/>
    <w:rsid w:val="00CB3D36"/>
    <w:rsid w:val="00CB3E4D"/>
    <w:rsid w:val="00CC29E7"/>
    <w:rsid w:val="00CF77DE"/>
    <w:rsid w:val="00D1492A"/>
    <w:rsid w:val="00D15126"/>
    <w:rsid w:val="00D155C2"/>
    <w:rsid w:val="00D3093A"/>
    <w:rsid w:val="00D30BB2"/>
    <w:rsid w:val="00D3165E"/>
    <w:rsid w:val="00D45313"/>
    <w:rsid w:val="00D466E6"/>
    <w:rsid w:val="00D66403"/>
    <w:rsid w:val="00D84106"/>
    <w:rsid w:val="00DB0FAA"/>
    <w:rsid w:val="00DF187C"/>
    <w:rsid w:val="00E27B1C"/>
    <w:rsid w:val="00E27BB7"/>
    <w:rsid w:val="00E52025"/>
    <w:rsid w:val="00E76EEF"/>
    <w:rsid w:val="00EA5B21"/>
    <w:rsid w:val="00ED6F1D"/>
    <w:rsid w:val="00F012F5"/>
    <w:rsid w:val="00F02C6C"/>
    <w:rsid w:val="00F10BFC"/>
    <w:rsid w:val="00F16D77"/>
    <w:rsid w:val="00F34D7D"/>
    <w:rsid w:val="00F40E21"/>
    <w:rsid w:val="00F72697"/>
    <w:rsid w:val="00F72B7C"/>
    <w:rsid w:val="00F76437"/>
    <w:rsid w:val="00F77FBC"/>
    <w:rsid w:val="00F86F54"/>
    <w:rsid w:val="00F87739"/>
    <w:rsid w:val="00F92979"/>
    <w:rsid w:val="00F945E6"/>
    <w:rsid w:val="00FC5ACB"/>
    <w:rsid w:val="00FF31C9"/>
    <w:rsid w:val="00FF377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D33"/>
  </w:style>
  <w:style w:type="paragraph" w:styleId="1">
    <w:name w:val="heading 1"/>
    <w:basedOn w:val="a"/>
    <w:next w:val="a"/>
    <w:qFormat/>
    <w:rsid w:val="00B87D33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B87D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B87D3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87D3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87D33"/>
    <w:pPr>
      <w:spacing w:after="120"/>
      <w:ind w:left="283"/>
    </w:pPr>
  </w:style>
  <w:style w:type="paragraph" w:styleId="a4">
    <w:name w:val="Title"/>
    <w:basedOn w:val="a"/>
    <w:qFormat/>
    <w:rsid w:val="00B87D3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Body Text"/>
    <w:basedOn w:val="a"/>
    <w:link w:val="a6"/>
    <w:rsid w:val="00B87D33"/>
    <w:pPr>
      <w:spacing w:after="120"/>
    </w:pPr>
  </w:style>
  <w:style w:type="paragraph" w:customStyle="1" w:styleId="a7">
    <w:name w:val="Кому"/>
    <w:basedOn w:val="a"/>
    <w:rsid w:val="00B87D33"/>
    <w:pPr>
      <w:spacing w:before="1800"/>
      <w:ind w:left="6095" w:right="964"/>
    </w:pPr>
    <w:rPr>
      <w:sz w:val="28"/>
    </w:rPr>
  </w:style>
  <w:style w:type="paragraph" w:customStyle="1" w:styleId="a8">
    <w:name w:val="Уважаемый..."/>
    <w:basedOn w:val="a4"/>
    <w:rsid w:val="00B87D33"/>
    <w:pPr>
      <w:spacing w:before="2640" w:after="600"/>
      <w:ind w:left="851"/>
    </w:pPr>
    <w:rPr>
      <w:rFonts w:ascii="Times New Roman" w:hAnsi="Times New Roman"/>
      <w:b w:val="0"/>
      <w:sz w:val="28"/>
    </w:rPr>
  </w:style>
  <w:style w:type="paragraph" w:customStyle="1" w:styleId="a9">
    <w:name w:val="Что"/>
    <w:basedOn w:val="a5"/>
    <w:rsid w:val="00B87D33"/>
    <w:pPr>
      <w:spacing w:line="360" w:lineRule="auto"/>
      <w:ind w:left="1134" w:firstLine="567"/>
      <w:jc w:val="both"/>
    </w:pPr>
    <w:rPr>
      <w:sz w:val="24"/>
    </w:rPr>
  </w:style>
  <w:style w:type="paragraph" w:customStyle="1" w:styleId="aa">
    <w:name w:val="Кто"/>
    <w:basedOn w:val="a"/>
    <w:rsid w:val="00B87D33"/>
    <w:pPr>
      <w:tabs>
        <w:tab w:val="left" w:pos="7938"/>
      </w:tabs>
      <w:spacing w:before="240"/>
      <w:ind w:left="1843" w:right="964"/>
    </w:pPr>
    <w:rPr>
      <w:b/>
      <w:i/>
      <w:sz w:val="30"/>
    </w:rPr>
  </w:style>
  <w:style w:type="paragraph" w:styleId="2">
    <w:name w:val="Body Text 2"/>
    <w:basedOn w:val="a"/>
    <w:link w:val="20"/>
    <w:rsid w:val="00B87D33"/>
    <w:rPr>
      <w:sz w:val="28"/>
    </w:rPr>
  </w:style>
  <w:style w:type="paragraph" w:styleId="30">
    <w:name w:val="Body Text 3"/>
    <w:basedOn w:val="a"/>
    <w:rsid w:val="00B87D33"/>
    <w:pPr>
      <w:spacing w:before="160"/>
      <w:jc w:val="center"/>
    </w:pPr>
  </w:style>
  <w:style w:type="paragraph" w:styleId="ab">
    <w:name w:val="Balloon Text"/>
    <w:basedOn w:val="a"/>
    <w:semiHidden/>
    <w:rsid w:val="00B87D33"/>
    <w:rPr>
      <w:rFonts w:ascii="Tahoma" w:hAnsi="Tahoma" w:cs="Tahoma"/>
      <w:sz w:val="16"/>
      <w:szCs w:val="16"/>
    </w:rPr>
  </w:style>
  <w:style w:type="paragraph" w:customStyle="1" w:styleId="ac">
    <w:name w:val="Заголовок статьи"/>
    <w:basedOn w:val="a"/>
    <w:next w:val="a"/>
    <w:rsid w:val="002B6F3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styleId="ad">
    <w:name w:val="Hyperlink"/>
    <w:rsid w:val="00457E9E"/>
    <w:rPr>
      <w:color w:val="0000FF"/>
      <w:u w:val="single"/>
    </w:rPr>
  </w:style>
  <w:style w:type="paragraph" w:styleId="ae">
    <w:name w:val="footer"/>
    <w:basedOn w:val="a"/>
    <w:rsid w:val="00D15126"/>
    <w:pPr>
      <w:tabs>
        <w:tab w:val="center" w:pos="4677"/>
        <w:tab w:val="right" w:pos="9355"/>
      </w:tabs>
    </w:pPr>
    <w:rPr>
      <w:sz w:val="28"/>
    </w:rPr>
  </w:style>
  <w:style w:type="paragraph" w:customStyle="1" w:styleId="ConsPlusNormal">
    <w:name w:val="ConsPlusNormal"/>
    <w:link w:val="ConsPlusNormal0"/>
    <w:rsid w:val="00D151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15126"/>
    <w:rPr>
      <w:rFonts w:ascii="Arial" w:hAnsi="Arial" w:cs="Arial"/>
      <w:lang w:val="ru-RU" w:eastAsia="ru-RU" w:bidi="ar-SA"/>
    </w:rPr>
  </w:style>
  <w:style w:type="character" w:customStyle="1" w:styleId="20">
    <w:name w:val="Основной текст 2 Знак"/>
    <w:link w:val="2"/>
    <w:rsid w:val="0038615F"/>
    <w:rPr>
      <w:sz w:val="28"/>
    </w:rPr>
  </w:style>
  <w:style w:type="paragraph" w:styleId="af">
    <w:name w:val="No Spacing"/>
    <w:link w:val="af0"/>
    <w:qFormat/>
    <w:rsid w:val="00F86F54"/>
    <w:rPr>
      <w:sz w:val="22"/>
    </w:rPr>
  </w:style>
  <w:style w:type="character" w:customStyle="1" w:styleId="af0">
    <w:name w:val="Без интервала Знак"/>
    <w:link w:val="af"/>
    <w:locked/>
    <w:rsid w:val="00F86F54"/>
    <w:rPr>
      <w:sz w:val="22"/>
      <w:lang w:bidi="ar-SA"/>
    </w:rPr>
  </w:style>
  <w:style w:type="character" w:customStyle="1" w:styleId="a6">
    <w:name w:val="Основной текст Знак"/>
    <w:link w:val="a5"/>
    <w:rsid w:val="00F86F54"/>
  </w:style>
  <w:style w:type="paragraph" w:customStyle="1" w:styleId="af1">
    <w:name w:val="Содержимое таблицы"/>
    <w:basedOn w:val="a"/>
    <w:rsid w:val="00014431"/>
    <w:pPr>
      <w:widowControl w:val="0"/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D33"/>
  </w:style>
  <w:style w:type="paragraph" w:styleId="1">
    <w:name w:val="heading 1"/>
    <w:basedOn w:val="a"/>
    <w:next w:val="a"/>
    <w:qFormat/>
    <w:rsid w:val="00B87D33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B87D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B87D3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B87D3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87D33"/>
    <w:pPr>
      <w:spacing w:after="120"/>
      <w:ind w:left="283"/>
    </w:pPr>
  </w:style>
  <w:style w:type="paragraph" w:styleId="a4">
    <w:name w:val="Title"/>
    <w:basedOn w:val="a"/>
    <w:qFormat/>
    <w:rsid w:val="00B87D3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Body Text"/>
    <w:basedOn w:val="a"/>
    <w:link w:val="a6"/>
    <w:rsid w:val="00B87D33"/>
    <w:pPr>
      <w:spacing w:after="120"/>
    </w:pPr>
  </w:style>
  <w:style w:type="paragraph" w:customStyle="1" w:styleId="a7">
    <w:name w:val="Кому"/>
    <w:basedOn w:val="a"/>
    <w:rsid w:val="00B87D33"/>
    <w:pPr>
      <w:spacing w:before="1800"/>
      <w:ind w:left="6095" w:right="964"/>
    </w:pPr>
    <w:rPr>
      <w:sz w:val="28"/>
    </w:rPr>
  </w:style>
  <w:style w:type="paragraph" w:customStyle="1" w:styleId="a8">
    <w:name w:val="Уважаемый..."/>
    <w:basedOn w:val="a4"/>
    <w:rsid w:val="00B87D33"/>
    <w:pPr>
      <w:spacing w:before="2640" w:after="600"/>
      <w:ind w:left="851"/>
    </w:pPr>
    <w:rPr>
      <w:rFonts w:ascii="Times New Roman" w:hAnsi="Times New Roman"/>
      <w:b w:val="0"/>
      <w:sz w:val="28"/>
    </w:rPr>
  </w:style>
  <w:style w:type="paragraph" w:customStyle="1" w:styleId="a9">
    <w:name w:val="Что"/>
    <w:basedOn w:val="a5"/>
    <w:rsid w:val="00B87D33"/>
    <w:pPr>
      <w:spacing w:line="360" w:lineRule="auto"/>
      <w:ind w:left="1134" w:firstLine="567"/>
      <w:jc w:val="both"/>
    </w:pPr>
    <w:rPr>
      <w:sz w:val="24"/>
    </w:rPr>
  </w:style>
  <w:style w:type="paragraph" w:customStyle="1" w:styleId="aa">
    <w:name w:val="Кто"/>
    <w:basedOn w:val="a"/>
    <w:rsid w:val="00B87D33"/>
    <w:pPr>
      <w:tabs>
        <w:tab w:val="left" w:pos="7938"/>
      </w:tabs>
      <w:spacing w:before="240"/>
      <w:ind w:left="1843" w:right="964"/>
    </w:pPr>
    <w:rPr>
      <w:b/>
      <w:i/>
      <w:sz w:val="30"/>
    </w:rPr>
  </w:style>
  <w:style w:type="paragraph" w:styleId="2">
    <w:name w:val="Body Text 2"/>
    <w:basedOn w:val="a"/>
    <w:link w:val="20"/>
    <w:rsid w:val="00B87D33"/>
    <w:rPr>
      <w:sz w:val="28"/>
    </w:rPr>
  </w:style>
  <w:style w:type="paragraph" w:styleId="30">
    <w:name w:val="Body Text 3"/>
    <w:basedOn w:val="a"/>
    <w:rsid w:val="00B87D33"/>
    <w:pPr>
      <w:spacing w:before="160"/>
      <w:jc w:val="center"/>
    </w:pPr>
  </w:style>
  <w:style w:type="paragraph" w:styleId="ab">
    <w:name w:val="Balloon Text"/>
    <w:basedOn w:val="a"/>
    <w:semiHidden/>
    <w:rsid w:val="00B87D33"/>
    <w:rPr>
      <w:rFonts w:ascii="Tahoma" w:hAnsi="Tahoma" w:cs="Tahoma"/>
      <w:sz w:val="16"/>
      <w:szCs w:val="16"/>
    </w:rPr>
  </w:style>
  <w:style w:type="paragraph" w:customStyle="1" w:styleId="ac">
    <w:name w:val="Заголовок статьи"/>
    <w:basedOn w:val="a"/>
    <w:next w:val="a"/>
    <w:rsid w:val="002B6F3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styleId="ad">
    <w:name w:val="Hyperlink"/>
    <w:rsid w:val="00457E9E"/>
    <w:rPr>
      <w:color w:val="0000FF"/>
      <w:u w:val="single"/>
    </w:rPr>
  </w:style>
  <w:style w:type="paragraph" w:styleId="ae">
    <w:name w:val="footer"/>
    <w:basedOn w:val="a"/>
    <w:rsid w:val="00D15126"/>
    <w:pPr>
      <w:tabs>
        <w:tab w:val="center" w:pos="4677"/>
        <w:tab w:val="right" w:pos="9355"/>
      </w:tabs>
    </w:pPr>
    <w:rPr>
      <w:sz w:val="28"/>
    </w:rPr>
  </w:style>
  <w:style w:type="paragraph" w:customStyle="1" w:styleId="ConsPlusNormal">
    <w:name w:val="ConsPlusNormal"/>
    <w:link w:val="ConsPlusNormal0"/>
    <w:rsid w:val="00D151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D15126"/>
    <w:rPr>
      <w:rFonts w:ascii="Arial" w:hAnsi="Arial" w:cs="Arial"/>
      <w:lang w:val="ru-RU" w:eastAsia="ru-RU" w:bidi="ar-SA"/>
    </w:rPr>
  </w:style>
  <w:style w:type="character" w:customStyle="1" w:styleId="20">
    <w:name w:val="Основной текст 2 Знак"/>
    <w:link w:val="2"/>
    <w:rsid w:val="0038615F"/>
    <w:rPr>
      <w:sz w:val="28"/>
    </w:rPr>
  </w:style>
  <w:style w:type="paragraph" w:styleId="af">
    <w:name w:val="No Spacing"/>
    <w:link w:val="af0"/>
    <w:qFormat/>
    <w:rsid w:val="00F86F54"/>
    <w:rPr>
      <w:sz w:val="22"/>
    </w:rPr>
  </w:style>
  <w:style w:type="character" w:customStyle="1" w:styleId="af0">
    <w:name w:val="Без интервала Знак"/>
    <w:link w:val="af"/>
    <w:locked/>
    <w:rsid w:val="00F86F54"/>
    <w:rPr>
      <w:sz w:val="22"/>
      <w:lang w:bidi="ar-SA"/>
    </w:rPr>
  </w:style>
  <w:style w:type="character" w:customStyle="1" w:styleId="a6">
    <w:name w:val="Основной текст Знак"/>
    <w:link w:val="a5"/>
    <w:rsid w:val="00F86F54"/>
  </w:style>
  <w:style w:type="paragraph" w:customStyle="1" w:styleId="af1">
    <w:name w:val="Содержимое таблицы"/>
    <w:basedOn w:val="a"/>
    <w:rsid w:val="00014431"/>
    <w:pPr>
      <w:widowControl w:val="0"/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4;&#1043;&#1055;&#1053;\Application%20Data\Microsoft\&#1064;&#1072;&#1073;&#1083;&#1086;&#1085;&#1099;\&#1064;&#1090;&#1072;&#1084;&#1087;%20&#1054;&#1043;&#1055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Штамп ОГПН</Template>
  <TotalTime>1</TotalTime>
  <Pages>1</Pages>
  <Words>290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Начальникам ПЧ-5, 16, 22</vt:lpstr>
    </vt:vector>
  </TitlesOfParts>
  <Company>Муромский ОГПС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Начальникам ПЧ-5, 16, 22</dc:title>
  <dc:subject>Письмо</dc:subject>
  <dc:creator>ОГПН2</dc:creator>
  <cp:lastModifiedBy>raifo22</cp:lastModifiedBy>
  <cp:revision>2</cp:revision>
  <cp:lastPrinted>2025-01-09T08:40:00Z</cp:lastPrinted>
  <dcterms:created xsi:type="dcterms:W3CDTF">2025-01-09T08:44:00Z</dcterms:created>
  <dcterms:modified xsi:type="dcterms:W3CDTF">2025-01-09T08:44:00Z</dcterms:modified>
</cp:coreProperties>
</file>